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03" w:rsidRDefault="002D1903" w:rsidP="00146483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8"/>
          <w:szCs w:val="28"/>
          <w:lang w:val="uk-UA"/>
        </w:rPr>
      </w:pPr>
      <w:r w:rsidRPr="00985061">
        <w:rPr>
          <w:rFonts w:ascii="Times New Roman" w:hAnsi="Times New Roman"/>
          <w:noProof/>
          <w:spacing w:val="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4" o:title=""/>
          </v:shape>
        </w:pict>
      </w:r>
    </w:p>
    <w:p w:rsidR="002D1903" w:rsidRPr="00E20762" w:rsidRDefault="002D1903" w:rsidP="00146483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8"/>
          <w:szCs w:val="28"/>
          <w:lang w:val="uk-UA"/>
        </w:rPr>
      </w:pPr>
    </w:p>
    <w:p w:rsidR="002D1903" w:rsidRPr="00E20762" w:rsidRDefault="002D1903" w:rsidP="00146483">
      <w:pPr>
        <w:pStyle w:val="Heading1"/>
        <w:rPr>
          <w:b/>
          <w:bCs/>
          <w:szCs w:val="28"/>
        </w:rPr>
      </w:pPr>
      <w:r w:rsidRPr="00E20762">
        <w:rPr>
          <w:b/>
          <w:bCs/>
          <w:szCs w:val="28"/>
        </w:rPr>
        <w:t>ЛУДИНСЬКА СІЛЬСЬКА РАДА</w:t>
      </w:r>
    </w:p>
    <w:p w:rsidR="002D1903" w:rsidRPr="00E20762" w:rsidRDefault="002D1903" w:rsidP="00146483">
      <w:pPr>
        <w:pStyle w:val="Heading1"/>
        <w:rPr>
          <w:b/>
          <w:bCs/>
          <w:szCs w:val="28"/>
        </w:rPr>
      </w:pPr>
      <w:r w:rsidRPr="00E20762">
        <w:rPr>
          <w:b/>
          <w:szCs w:val="28"/>
        </w:rPr>
        <w:t>ВОЛОДИМИР-ВОЛИНСЬКОГО РАЙОНУ ВОЛИНСЬКОЇ ОБЛАСТІ</w:t>
      </w:r>
    </w:p>
    <w:p w:rsidR="002D1903" w:rsidRDefault="002D1903" w:rsidP="001464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D5E76">
        <w:rPr>
          <w:rFonts w:ascii="Times New Roman" w:hAnsi="Times New Roman"/>
          <w:b/>
          <w:sz w:val="24"/>
          <w:szCs w:val="24"/>
          <w:lang w:val="uk-UA"/>
        </w:rPr>
        <w:t>шостого скликання</w:t>
      </w:r>
    </w:p>
    <w:p w:rsidR="002D1903" w:rsidRPr="001D5E76" w:rsidRDefault="002D1903" w:rsidP="001464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D1903" w:rsidRPr="00E20762" w:rsidRDefault="002D1903" w:rsidP="00146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20762">
        <w:rPr>
          <w:rFonts w:ascii="Times New Roman" w:hAnsi="Times New Roman"/>
          <w:sz w:val="28"/>
          <w:szCs w:val="28"/>
          <w:lang w:val="uk-UA"/>
        </w:rPr>
        <w:t>Р І Ш Е Н Н Я</w:t>
      </w: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7530D">
        <w:rPr>
          <w:rFonts w:ascii="Times New Roman" w:hAnsi="Times New Roman"/>
          <w:sz w:val="28"/>
          <w:szCs w:val="28"/>
          <w:lang w:val="uk-UA"/>
        </w:rPr>
        <w:t>15.01.2014</w:t>
      </w:r>
      <w:r w:rsidRPr="00B05C8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с.Лудин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№39/11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D1903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20762">
        <w:rPr>
          <w:rFonts w:ascii="Times New Roman" w:hAnsi="Times New Roman"/>
          <w:sz w:val="28"/>
          <w:szCs w:val="28"/>
          <w:lang w:val="uk-UA"/>
        </w:rPr>
        <w:t xml:space="preserve">Про податок на нерухоме майно </w:t>
      </w: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20762">
        <w:rPr>
          <w:rFonts w:ascii="Times New Roman" w:hAnsi="Times New Roman"/>
          <w:sz w:val="28"/>
          <w:szCs w:val="28"/>
          <w:lang w:val="uk-UA"/>
        </w:rPr>
        <w:t>відмінне від земельної ділянки</w:t>
      </w:r>
    </w:p>
    <w:p w:rsidR="002D1903" w:rsidRPr="00E20762" w:rsidRDefault="002D1903" w:rsidP="00146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1903" w:rsidRPr="00E20762" w:rsidRDefault="002D1903" w:rsidP="001464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1903" w:rsidRPr="00467B49" w:rsidRDefault="002D1903" w:rsidP="00146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67B49">
        <w:rPr>
          <w:rFonts w:ascii="Times New Roman" w:hAnsi="Times New Roman"/>
          <w:sz w:val="28"/>
          <w:szCs w:val="28"/>
          <w:lang w:val="uk-UA"/>
        </w:rPr>
        <w:t xml:space="preserve">  Керуючись ст.ст.7,10,12,265, п.5 розділу ХІХ Податкового кодексу України, відповідно до Законів України „Про засади державної регуляторної політики у сфері господарської діяльності”,  ст.26, 69 Закону України «Про місцеве самоврядування в Україні»</w:t>
      </w:r>
      <w:r w:rsidRPr="00467B49">
        <w:rPr>
          <w:rFonts w:ascii="Segoe UI" w:hAnsi="Segoe UI" w:cs="Segoe UI"/>
          <w:sz w:val="20"/>
          <w:szCs w:val="20"/>
          <w:shd w:val="clear" w:color="auto" w:fill="FFFFFF"/>
          <w:lang w:val="uk-UA"/>
        </w:rPr>
        <w:t xml:space="preserve"> </w:t>
      </w:r>
      <w:r w:rsidRPr="00467B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з метою зміцнення матеріальної і фінансової бази місцевого самоврядування, сприяння соціально-економічного розвитку територіальної громади</w:t>
      </w:r>
      <w:r w:rsidRPr="00467B49">
        <w:rPr>
          <w:rFonts w:ascii="Times New Roman" w:hAnsi="Times New Roman"/>
          <w:sz w:val="28"/>
          <w:szCs w:val="28"/>
          <w:lang w:val="uk-UA"/>
        </w:rPr>
        <w:t>,  сільська рада</w:t>
      </w:r>
    </w:p>
    <w:p w:rsidR="002D1903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D1903" w:rsidRPr="00E20762" w:rsidRDefault="002D1903" w:rsidP="00146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0762">
        <w:rPr>
          <w:rFonts w:ascii="Times New Roman" w:hAnsi="Times New Roman"/>
          <w:sz w:val="28"/>
          <w:szCs w:val="28"/>
        </w:rPr>
        <w:t>ВИРІШИЛА:</w:t>
      </w:r>
    </w:p>
    <w:p w:rsidR="002D1903" w:rsidRDefault="002D1903" w:rsidP="00146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E20762">
        <w:rPr>
          <w:rFonts w:ascii="Times New Roman" w:hAnsi="Times New Roman"/>
          <w:sz w:val="28"/>
          <w:szCs w:val="28"/>
        </w:rPr>
        <w:t xml:space="preserve"> Ввести в дію з 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8B0B35">
        <w:rPr>
          <w:rFonts w:ascii="Times New Roman" w:hAnsi="Times New Roman"/>
          <w:sz w:val="28"/>
          <w:szCs w:val="28"/>
        </w:rPr>
        <w:t xml:space="preserve"> </w:t>
      </w:r>
      <w:r w:rsidRPr="008B0B35">
        <w:rPr>
          <w:rFonts w:ascii="Times New Roman" w:hAnsi="Times New Roman"/>
          <w:sz w:val="28"/>
          <w:szCs w:val="28"/>
          <w:lang w:val="uk-UA"/>
        </w:rPr>
        <w:t>січня 2014</w:t>
      </w:r>
      <w:r w:rsidRPr="00E20762">
        <w:rPr>
          <w:rFonts w:ascii="Times New Roman" w:hAnsi="Times New Roman"/>
          <w:sz w:val="28"/>
          <w:szCs w:val="28"/>
        </w:rPr>
        <w:t xml:space="preserve"> року на території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Лудинської </w:t>
      </w:r>
      <w:r w:rsidRPr="00E20762">
        <w:rPr>
          <w:rFonts w:ascii="Times New Roman" w:hAnsi="Times New Roman"/>
          <w:sz w:val="28"/>
          <w:szCs w:val="28"/>
        </w:rPr>
        <w:t xml:space="preserve"> сільської ради податок на нерухоме майно, відмінне від земельної ділянки. </w:t>
      </w:r>
    </w:p>
    <w:p w:rsidR="002D1903" w:rsidRPr="00E20762" w:rsidRDefault="002D1903" w:rsidP="001464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E20762">
        <w:rPr>
          <w:rFonts w:ascii="Times New Roman" w:hAnsi="Times New Roman"/>
          <w:sz w:val="28"/>
          <w:szCs w:val="28"/>
        </w:rPr>
        <w:t xml:space="preserve">Затвердити Положення про податок на нерухоме майно, відмінне від земельної ділянки (додаток 1). </w:t>
      </w:r>
    </w:p>
    <w:p w:rsidR="002D1903" w:rsidRPr="00E20762" w:rsidRDefault="002D1903" w:rsidP="001464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E20762">
        <w:rPr>
          <w:rFonts w:ascii="Times New Roman" w:hAnsi="Times New Roman"/>
          <w:sz w:val="28"/>
          <w:szCs w:val="28"/>
        </w:rPr>
        <w:t>Контроль за виконанням цього рішення покласти на постійну комісію з питань планування, бюджету, фінансів і цін</w:t>
      </w:r>
      <w:r w:rsidRPr="00E20762">
        <w:rPr>
          <w:rFonts w:ascii="Times New Roman" w:hAnsi="Times New Roman"/>
          <w:sz w:val="28"/>
          <w:szCs w:val="28"/>
          <w:lang w:val="uk-UA"/>
        </w:rPr>
        <w:t>.</w:t>
      </w:r>
      <w:r w:rsidRPr="00E20762">
        <w:rPr>
          <w:rFonts w:ascii="Times New Roman" w:hAnsi="Times New Roman"/>
          <w:sz w:val="28"/>
          <w:szCs w:val="28"/>
        </w:rPr>
        <w:t xml:space="preserve">                         </w:t>
      </w: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1903" w:rsidRPr="00E20762" w:rsidRDefault="002D1903" w:rsidP="00146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1903" w:rsidRPr="00E20762" w:rsidRDefault="002D1903" w:rsidP="001464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0762"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E20762">
        <w:rPr>
          <w:rFonts w:ascii="Times New Roman" w:hAnsi="Times New Roman"/>
          <w:sz w:val="28"/>
          <w:szCs w:val="28"/>
          <w:lang w:val="uk-UA"/>
        </w:rPr>
        <w:t xml:space="preserve">   А.І.Никитюк</w:t>
      </w: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D1903" w:rsidRPr="00E20762" w:rsidRDefault="002D1903" w:rsidP="001464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D1903" w:rsidRDefault="002D1903"/>
    <w:sectPr w:rsidR="002D1903" w:rsidSect="005C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483"/>
    <w:rsid w:val="00146483"/>
    <w:rsid w:val="001D5E76"/>
    <w:rsid w:val="002047BF"/>
    <w:rsid w:val="002D1903"/>
    <w:rsid w:val="00467B49"/>
    <w:rsid w:val="005C0BFC"/>
    <w:rsid w:val="005F6918"/>
    <w:rsid w:val="008B0B35"/>
    <w:rsid w:val="00985061"/>
    <w:rsid w:val="00A611DA"/>
    <w:rsid w:val="00B05C89"/>
    <w:rsid w:val="00D7530D"/>
    <w:rsid w:val="00E20762"/>
    <w:rsid w:val="00EA2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8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64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6483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4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64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183</Words>
  <Characters>1048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www.PHILka.RU</cp:lastModifiedBy>
  <cp:revision>2</cp:revision>
  <cp:lastPrinted>2014-01-20T14:20:00Z</cp:lastPrinted>
  <dcterms:created xsi:type="dcterms:W3CDTF">2014-01-28T12:13:00Z</dcterms:created>
  <dcterms:modified xsi:type="dcterms:W3CDTF">2014-01-28T12:13:00Z</dcterms:modified>
</cp:coreProperties>
</file>